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5"/>
        <w:gridCol w:w="2625"/>
        <w:gridCol w:w="2626"/>
        <w:gridCol w:w="2626"/>
      </w:tblGrid>
      <w:tr w:rsidR="002A4A0E" w:rsidTr="00A618A6">
        <w:trPr>
          <w:trHeight w:val="646"/>
        </w:trPr>
        <w:tc>
          <w:tcPr>
            <w:tcW w:w="2625" w:type="dxa"/>
          </w:tcPr>
          <w:p w:rsidR="002A4A0E" w:rsidRDefault="002A4A0E">
            <w:bookmarkStart w:id="0" w:name="_GoBack"/>
            <w:bookmarkEnd w:id="0"/>
          </w:p>
        </w:tc>
        <w:tc>
          <w:tcPr>
            <w:tcW w:w="2625" w:type="dxa"/>
          </w:tcPr>
          <w:p w:rsidR="002A4A0E" w:rsidRDefault="002A4A0E">
            <w:r>
              <w:t>Creative Challenge</w:t>
            </w:r>
          </w:p>
        </w:tc>
        <w:tc>
          <w:tcPr>
            <w:tcW w:w="2626" w:type="dxa"/>
          </w:tcPr>
          <w:p w:rsidR="002A4A0E" w:rsidRDefault="002A4A0E">
            <w:r>
              <w:t>Physical Challenge</w:t>
            </w:r>
          </w:p>
        </w:tc>
        <w:tc>
          <w:tcPr>
            <w:tcW w:w="2626" w:type="dxa"/>
          </w:tcPr>
          <w:p w:rsidR="002A4A0E" w:rsidRDefault="002A4A0E">
            <w:r>
              <w:t>Observation Challenge</w:t>
            </w:r>
          </w:p>
        </w:tc>
      </w:tr>
      <w:tr w:rsidR="002A4A0E" w:rsidTr="00A618A6">
        <w:trPr>
          <w:trHeight w:val="4592"/>
        </w:trPr>
        <w:tc>
          <w:tcPr>
            <w:tcW w:w="2625" w:type="dxa"/>
            <w:vAlign w:val="center"/>
          </w:tcPr>
          <w:p w:rsidR="002A4A0E" w:rsidRDefault="002A4A0E" w:rsidP="002A4A0E">
            <w:r>
              <w:t xml:space="preserve">My role is: </w:t>
            </w:r>
          </w:p>
        </w:tc>
        <w:tc>
          <w:tcPr>
            <w:tcW w:w="2625" w:type="dxa"/>
            <w:vAlign w:val="center"/>
          </w:tcPr>
          <w:p w:rsidR="002A4A0E" w:rsidRDefault="002A4A0E" w:rsidP="002A4A0E">
            <w:r>
              <w:t>Leader</w:t>
            </w:r>
          </w:p>
          <w:p w:rsidR="003A30F3" w:rsidRDefault="003A30F3" w:rsidP="002A4A0E"/>
          <w:p w:rsidR="002A4A0E" w:rsidRDefault="002A4A0E" w:rsidP="002A4A0E">
            <w:r>
              <w:t>Thinker</w:t>
            </w:r>
          </w:p>
          <w:p w:rsidR="003A30F3" w:rsidRDefault="003A30F3" w:rsidP="002A4A0E"/>
          <w:p w:rsidR="002A4A0E" w:rsidRDefault="003A30F3" w:rsidP="002A4A0E">
            <w:r>
              <w:t>Doer</w:t>
            </w:r>
          </w:p>
          <w:p w:rsidR="003A30F3" w:rsidRDefault="003A30F3" w:rsidP="002A4A0E"/>
          <w:p w:rsidR="002A4A0E" w:rsidRDefault="002A4A0E" w:rsidP="002A4A0E">
            <w:r>
              <w:t>People</w:t>
            </w:r>
          </w:p>
          <w:p w:rsidR="003A30F3" w:rsidRDefault="003A30F3" w:rsidP="002A4A0E"/>
          <w:p w:rsidR="002A4A0E" w:rsidRDefault="002A4A0E" w:rsidP="002A4A0E">
            <w:r>
              <w:t>Observer</w:t>
            </w:r>
          </w:p>
        </w:tc>
        <w:tc>
          <w:tcPr>
            <w:tcW w:w="2626" w:type="dxa"/>
            <w:vAlign w:val="center"/>
          </w:tcPr>
          <w:p w:rsidR="003A30F3" w:rsidRDefault="003A30F3" w:rsidP="003A30F3">
            <w:r>
              <w:t>Leader</w:t>
            </w:r>
          </w:p>
          <w:p w:rsidR="003A30F3" w:rsidRDefault="003A30F3" w:rsidP="003A30F3"/>
          <w:p w:rsidR="003A30F3" w:rsidRDefault="003A30F3" w:rsidP="003A30F3">
            <w:r>
              <w:t>Thinker</w:t>
            </w:r>
          </w:p>
          <w:p w:rsidR="003A30F3" w:rsidRDefault="003A30F3" w:rsidP="003A30F3"/>
          <w:p w:rsidR="003A30F3" w:rsidRDefault="003A30F3" w:rsidP="003A30F3">
            <w:r>
              <w:t>Doer</w:t>
            </w:r>
          </w:p>
          <w:p w:rsidR="003A30F3" w:rsidRDefault="003A30F3" w:rsidP="003A30F3"/>
          <w:p w:rsidR="003A30F3" w:rsidRDefault="003A30F3" w:rsidP="003A30F3">
            <w:r>
              <w:t>People</w:t>
            </w:r>
          </w:p>
          <w:p w:rsidR="003A30F3" w:rsidRDefault="003A30F3" w:rsidP="003A30F3"/>
          <w:p w:rsidR="002A4A0E" w:rsidRDefault="003A30F3" w:rsidP="003A30F3">
            <w:r>
              <w:t>Observer</w:t>
            </w:r>
          </w:p>
        </w:tc>
        <w:tc>
          <w:tcPr>
            <w:tcW w:w="2626" w:type="dxa"/>
            <w:vAlign w:val="center"/>
          </w:tcPr>
          <w:p w:rsidR="003A30F3" w:rsidRDefault="003A30F3" w:rsidP="003A30F3">
            <w:r>
              <w:t>Leader</w:t>
            </w:r>
          </w:p>
          <w:p w:rsidR="003A30F3" w:rsidRDefault="003A30F3" w:rsidP="003A30F3"/>
          <w:p w:rsidR="003A30F3" w:rsidRDefault="003A30F3" w:rsidP="003A30F3">
            <w:r>
              <w:t>Thinker</w:t>
            </w:r>
          </w:p>
          <w:p w:rsidR="003A30F3" w:rsidRDefault="003A30F3" w:rsidP="003A30F3"/>
          <w:p w:rsidR="003A30F3" w:rsidRDefault="003A30F3" w:rsidP="003A30F3">
            <w:r>
              <w:t>Doer</w:t>
            </w:r>
          </w:p>
          <w:p w:rsidR="003A30F3" w:rsidRDefault="003A30F3" w:rsidP="003A30F3"/>
          <w:p w:rsidR="003A30F3" w:rsidRDefault="003A30F3" w:rsidP="003A30F3">
            <w:r>
              <w:t>People</w:t>
            </w:r>
          </w:p>
          <w:p w:rsidR="003A30F3" w:rsidRDefault="003A30F3" w:rsidP="003A30F3"/>
          <w:p w:rsidR="002A4A0E" w:rsidRDefault="003A30F3" w:rsidP="003A30F3">
            <w:r>
              <w:t>Observer</w:t>
            </w:r>
          </w:p>
        </w:tc>
      </w:tr>
      <w:tr w:rsidR="002A4A0E" w:rsidTr="00A618A6">
        <w:trPr>
          <w:trHeight w:val="4592"/>
        </w:trPr>
        <w:tc>
          <w:tcPr>
            <w:tcW w:w="2625" w:type="dxa"/>
            <w:vAlign w:val="center"/>
          </w:tcPr>
          <w:p w:rsidR="002A4A0E" w:rsidRDefault="002A4A0E" w:rsidP="002A4A0E">
            <w:r>
              <w:t xml:space="preserve">What I did: </w:t>
            </w:r>
          </w:p>
        </w:tc>
        <w:tc>
          <w:tcPr>
            <w:tcW w:w="2625" w:type="dxa"/>
            <w:vAlign w:val="center"/>
          </w:tcPr>
          <w:p w:rsidR="002A4A0E" w:rsidRDefault="002A4A0E" w:rsidP="002A4A0E"/>
        </w:tc>
        <w:tc>
          <w:tcPr>
            <w:tcW w:w="2626" w:type="dxa"/>
            <w:vAlign w:val="center"/>
          </w:tcPr>
          <w:p w:rsidR="002A4A0E" w:rsidRDefault="002A4A0E" w:rsidP="002A4A0E"/>
        </w:tc>
        <w:tc>
          <w:tcPr>
            <w:tcW w:w="2626" w:type="dxa"/>
            <w:vAlign w:val="center"/>
          </w:tcPr>
          <w:p w:rsidR="002A4A0E" w:rsidRDefault="002A4A0E" w:rsidP="002A4A0E"/>
        </w:tc>
      </w:tr>
      <w:tr w:rsidR="002A4A0E" w:rsidTr="00A618A6">
        <w:trPr>
          <w:trHeight w:val="4592"/>
        </w:trPr>
        <w:tc>
          <w:tcPr>
            <w:tcW w:w="2625" w:type="dxa"/>
            <w:vAlign w:val="center"/>
          </w:tcPr>
          <w:p w:rsidR="002A4A0E" w:rsidRDefault="002A4A0E" w:rsidP="002A4A0E">
            <w:r>
              <w:t xml:space="preserve">How I felt: </w:t>
            </w:r>
          </w:p>
        </w:tc>
        <w:tc>
          <w:tcPr>
            <w:tcW w:w="2625" w:type="dxa"/>
            <w:vAlign w:val="center"/>
          </w:tcPr>
          <w:p w:rsidR="002A4A0E" w:rsidRDefault="002A4A0E" w:rsidP="002A4A0E"/>
        </w:tc>
        <w:tc>
          <w:tcPr>
            <w:tcW w:w="2626" w:type="dxa"/>
            <w:vAlign w:val="center"/>
          </w:tcPr>
          <w:p w:rsidR="002A4A0E" w:rsidRDefault="002A4A0E" w:rsidP="002A4A0E"/>
        </w:tc>
        <w:tc>
          <w:tcPr>
            <w:tcW w:w="2626" w:type="dxa"/>
            <w:vAlign w:val="center"/>
          </w:tcPr>
          <w:p w:rsidR="002A4A0E" w:rsidRDefault="002A4A0E" w:rsidP="002A4A0E"/>
        </w:tc>
      </w:tr>
    </w:tbl>
    <w:p w:rsidR="009C1174" w:rsidRDefault="009C1174"/>
    <w:sectPr w:rsidR="009C1174" w:rsidSect="00A618A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A0E"/>
    <w:rsid w:val="002A4A0E"/>
    <w:rsid w:val="00370853"/>
    <w:rsid w:val="003A30F3"/>
    <w:rsid w:val="007061E6"/>
    <w:rsid w:val="009C1174"/>
    <w:rsid w:val="00A618A6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D750634D</Template>
  <TotalTime>11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3</cp:revision>
  <dcterms:created xsi:type="dcterms:W3CDTF">2017-05-11T09:30:00Z</dcterms:created>
  <dcterms:modified xsi:type="dcterms:W3CDTF">2017-12-01T11:37:00Z</dcterms:modified>
</cp:coreProperties>
</file>